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quick-print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quick-print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2016-11-11T11:53:00Z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